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42E21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bookmarkStart w:id="0" w:name="_Hlk109808250"/>
      <w:r w:rsidRPr="006F3528">
        <w:rPr>
          <w:b/>
          <w:bCs/>
          <w:sz w:val="20"/>
          <w:szCs w:val="20"/>
        </w:rPr>
        <w:t>Oświadczenie Wykonawcy</w:t>
      </w:r>
    </w:p>
    <w:p w14:paraId="0D5A6775" w14:textId="77777777" w:rsidR="0052177F" w:rsidRPr="00310BAF" w:rsidRDefault="0098419E" w:rsidP="00580868">
      <w:pPr>
        <w:autoSpaceDE/>
        <w:autoSpaceDN/>
        <w:spacing w:after="120"/>
        <w:rPr>
          <w:color w:val="0070C0"/>
          <w:sz w:val="18"/>
          <w:szCs w:val="18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r w:rsidR="0052177F">
        <w:rPr>
          <w:bCs/>
          <w:sz w:val="20"/>
          <w:szCs w:val="20"/>
        </w:rPr>
        <w:t>RPUZ/P/</w:t>
      </w:r>
      <w:r w:rsidR="001B6AE4">
        <w:rPr>
          <w:bCs/>
          <w:sz w:val="20"/>
          <w:szCs w:val="20"/>
        </w:rPr>
        <w:t>0775/2025</w:t>
      </w:r>
      <w:r w:rsidR="0052177F">
        <w:rPr>
          <w:bCs/>
          <w:sz w:val="20"/>
          <w:szCs w:val="20"/>
        </w:rPr>
        <w:t>/OD</w:t>
      </w:r>
      <w:r w:rsidR="007B1565">
        <w:rPr>
          <w:bCs/>
          <w:sz w:val="20"/>
          <w:szCs w:val="20"/>
        </w:rPr>
        <w:t>/RD-8</w:t>
      </w:r>
      <w:r w:rsidRPr="006542C2">
        <w:rPr>
          <w:bCs/>
          <w:sz w:val="20"/>
          <w:szCs w:val="20"/>
        </w:rPr>
        <w:t xml:space="preserve">, którego przedmiotem jest </w:t>
      </w:r>
      <w:r w:rsidR="001B6AE4">
        <w:rPr>
          <w:b/>
          <w:sz w:val="20"/>
          <w:szCs w:val="20"/>
        </w:rPr>
        <w:t xml:space="preserve">[OD5-RD8] Przebudowa linii napowietrznej SN 15 </w:t>
      </w:r>
      <w:proofErr w:type="spellStart"/>
      <w:r w:rsidR="001B6AE4">
        <w:rPr>
          <w:b/>
          <w:sz w:val="20"/>
          <w:szCs w:val="20"/>
        </w:rPr>
        <w:t>kV</w:t>
      </w:r>
      <w:proofErr w:type="spellEnd"/>
      <w:r w:rsidR="001B6AE4">
        <w:rPr>
          <w:b/>
          <w:sz w:val="20"/>
          <w:szCs w:val="20"/>
        </w:rPr>
        <w:t xml:space="preserve"> RAW-Sikorzyn ETAP I</w:t>
      </w:r>
    </w:p>
    <w:p w14:paraId="603FA135" w14:textId="77777777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52177F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041866D1" w14:textId="77777777" w:rsidR="0098419E" w:rsidRPr="00580868" w:rsidRDefault="0098419E" w:rsidP="0098419E">
      <w:pPr>
        <w:spacing w:before="60"/>
        <w:rPr>
          <w:bCs/>
          <w:sz w:val="20"/>
          <w:szCs w:val="20"/>
        </w:rPr>
      </w:pPr>
      <w:r w:rsidRPr="00580868">
        <w:rPr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 w:rsidRPr="00580868">
        <w:rPr>
          <w:bCs/>
          <w:sz w:val="20"/>
          <w:szCs w:val="20"/>
        </w:rPr>
        <w:t>……</w:t>
      </w:r>
      <w:r w:rsidR="00580868">
        <w:rPr>
          <w:bCs/>
          <w:sz w:val="20"/>
          <w:szCs w:val="20"/>
        </w:rPr>
        <w:t>……………………………………</w:t>
      </w:r>
    </w:p>
    <w:p w14:paraId="372D1D5E" w14:textId="77777777" w:rsidR="0098419E" w:rsidRPr="00580868" w:rsidRDefault="0098419E" w:rsidP="00580868">
      <w:pPr>
        <w:spacing w:before="0"/>
        <w:jc w:val="center"/>
        <w:rPr>
          <w:bCs/>
          <w:i/>
          <w:sz w:val="16"/>
          <w:szCs w:val="20"/>
        </w:rPr>
      </w:pPr>
      <w:r w:rsidRPr="00580868">
        <w:rPr>
          <w:bCs/>
          <w:i/>
          <w:sz w:val="16"/>
          <w:szCs w:val="20"/>
        </w:rPr>
        <w:t>(nazwa Wykonawcy)</w:t>
      </w:r>
    </w:p>
    <w:p w14:paraId="58CC76E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</w:t>
      </w:r>
      <w:r w:rsidR="00580868">
        <w:rPr>
          <w:bCs/>
          <w:sz w:val="20"/>
          <w:szCs w:val="20"/>
        </w:rPr>
        <w:t>ę</w:t>
      </w:r>
      <w:r w:rsidR="0098419E">
        <w:rPr>
          <w:bCs/>
          <w:sz w:val="20"/>
          <w:szCs w:val="20"/>
        </w:rPr>
        <w:t xml:space="preserve">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</w:t>
      </w:r>
      <w:r w:rsidR="00580868">
        <w:rPr>
          <w:bCs/>
          <w:sz w:val="20"/>
          <w:szCs w:val="20"/>
        </w:rPr>
        <w:t>m</w:t>
      </w:r>
      <w:r w:rsidR="0098419E">
        <w:rPr>
          <w:bCs/>
          <w:sz w:val="20"/>
          <w:szCs w:val="20"/>
        </w:rPr>
        <w:t xml:space="preserve">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36F9D734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Informuj</w:t>
      </w:r>
      <w:r w:rsidR="00580868">
        <w:rPr>
          <w:bCs/>
          <w:sz w:val="20"/>
          <w:szCs w:val="20"/>
        </w:rPr>
        <w:t>ę</w:t>
      </w:r>
      <w:r>
        <w:rPr>
          <w:bCs/>
          <w:sz w:val="20"/>
          <w:szCs w:val="20"/>
        </w:rPr>
        <w:t xml:space="preserve">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29C1BF95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FB520C" w:rsidRPr="00E43C90" w14:paraId="007951EC" w14:textId="77777777" w:rsidTr="00085859">
        <w:trPr>
          <w:cantSplit/>
          <w:trHeight w:val="340"/>
          <w:tblHeader/>
        </w:trPr>
        <w:tc>
          <w:tcPr>
            <w:tcW w:w="9464" w:type="dxa"/>
            <w:vAlign w:val="center"/>
          </w:tcPr>
          <w:p w14:paraId="08DF7ADE" w14:textId="77777777" w:rsidR="00FB520C" w:rsidRPr="00085859" w:rsidRDefault="00FB520C" w:rsidP="00085859">
            <w:pPr>
              <w:spacing w:before="0"/>
              <w:jc w:val="center"/>
              <w:rPr>
                <w:b/>
              </w:rPr>
            </w:pPr>
            <w:r w:rsidRPr="00085859">
              <w:rPr>
                <w:b/>
              </w:rPr>
              <w:t>OBSZAR ROZWIĄZAŃ</w:t>
            </w:r>
          </w:p>
        </w:tc>
      </w:tr>
      <w:tr w:rsidR="00A5342F" w:rsidRPr="00927598" w14:paraId="7B4464A0" w14:textId="77777777" w:rsidTr="00085859">
        <w:trPr>
          <w:cantSplit/>
          <w:trHeight w:val="340"/>
        </w:trPr>
        <w:tc>
          <w:tcPr>
            <w:tcW w:w="9464" w:type="dxa"/>
            <w:shd w:val="clear" w:color="auto" w:fill="D0CECE"/>
            <w:vAlign w:val="center"/>
          </w:tcPr>
          <w:p w14:paraId="494871D9" w14:textId="77777777" w:rsidR="00A5342F" w:rsidRPr="003A25C4" w:rsidRDefault="00A5342F" w:rsidP="0008585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sz w:val="20"/>
                <w:szCs w:val="20"/>
                <w:lang w:val="de-DE"/>
              </w:rPr>
            </w:pPr>
            <w:r w:rsidRPr="003A25C4">
              <w:rPr>
                <w:rFonts w:ascii="Tahoma" w:hAnsi="Tahoma"/>
                <w:b/>
                <w:bCs/>
                <w:sz w:val="20"/>
                <w:szCs w:val="20"/>
                <w:lang w:val="de-DE"/>
              </w:rPr>
              <w:t>ORGANIZACYJNO-PRAWNY i ZASOBÓW LUDZKICH</w:t>
            </w:r>
          </w:p>
        </w:tc>
      </w:tr>
      <w:tr w:rsidR="00FB520C" w:rsidRPr="00E43C90" w14:paraId="573BFD7C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09D54EC8" w14:textId="77777777" w:rsidR="00FB520C" w:rsidRPr="00023AFE" w:rsidRDefault="00FB520C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 w:rsidRPr="00023AFE">
              <w:t xml:space="preserve">Wprowadzono polityki/procedury/instrukcje zapewniające </w:t>
            </w:r>
            <w:r w:rsidR="00580868">
              <w:t>adekwatny poziom bezpieczeństwa.</w:t>
            </w:r>
          </w:p>
        </w:tc>
      </w:tr>
      <w:tr w:rsidR="00023AFE" w:rsidRPr="00E43C90" w14:paraId="2DD5AE59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33786C0B" w14:textId="77777777" w:rsidR="00023AFE" w:rsidRPr="00023AFE" w:rsidRDefault="00023AFE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 w:rsidRPr="00023AFE">
              <w:t>Przypisano odpowiedzialności w zakresie bezpieczeństwa do konkretnych ról/stanowisk/osób</w:t>
            </w:r>
            <w:r w:rsidR="00580868">
              <w:t>.</w:t>
            </w:r>
          </w:p>
        </w:tc>
      </w:tr>
      <w:tr w:rsidR="00023AFE" w:rsidRPr="00E43C90" w14:paraId="67799193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798E69B1" w14:textId="77777777" w:rsidR="00023AFE" w:rsidRPr="00023AFE" w:rsidRDefault="00023AFE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 w:rsidRPr="00023AFE">
              <w:t>Będzie się informować Zamawiającego o incydencie naruszenia bezpieczeństwa, jeśli dotyczyć on będzie usług wykonywanych dla Zamawiającego</w:t>
            </w:r>
            <w:r w:rsidR="00580868">
              <w:t>.</w:t>
            </w:r>
          </w:p>
        </w:tc>
      </w:tr>
      <w:tr w:rsidR="00023AFE" w:rsidRPr="00E43C90" w14:paraId="571133DC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3DD2B25B" w14:textId="77777777" w:rsidR="00023AFE" w:rsidRPr="00023AFE" w:rsidRDefault="00023AFE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 w:rsidRPr="00023AFE">
              <w:t>Stosuje się formalny program podnoszenia świadomości użytkowników w zakresie bezpieczeństwa (np. szkolenia)</w:t>
            </w:r>
            <w:r w:rsidR="00580868">
              <w:t>.</w:t>
            </w:r>
          </w:p>
        </w:tc>
      </w:tr>
      <w:tr w:rsidR="00023AFE" w:rsidRPr="00E43C90" w14:paraId="6533748B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49FF60DA" w14:textId="77777777" w:rsidR="00023AFE" w:rsidRPr="00023AFE" w:rsidRDefault="00023AFE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 w:rsidRPr="00023AFE">
              <w:t>Formalnie klasyfikuje się informację i postępuje z informacją zgodnie z przyjętym poziomem jej ochrony</w:t>
            </w:r>
            <w:r w:rsidR="00580868">
              <w:t>.</w:t>
            </w:r>
          </w:p>
        </w:tc>
      </w:tr>
      <w:tr w:rsidR="00023AFE" w:rsidRPr="00E43C90" w14:paraId="766D254E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020AE12D" w14:textId="77777777" w:rsidR="00023AFE" w:rsidRPr="00023AFE" w:rsidRDefault="00CC50E4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>
              <w:t xml:space="preserve">Mamy </w:t>
            </w:r>
            <w:r w:rsidR="001651CD">
              <w:t>świadomość</w:t>
            </w:r>
            <w:r w:rsidR="00023AFE" w:rsidRPr="00023AFE">
              <w:t xml:space="preserve"> jakie usługi Zamawiającego mają być świadczone w określonych krytycznych ramach czasowych na wypadek katastrofy/awarii. Dostawca</w:t>
            </w:r>
            <w:r w:rsidR="00927598">
              <w:t>/Wykonawca</w:t>
            </w:r>
            <w:r w:rsidR="00023AFE" w:rsidRPr="00023AFE">
              <w:t xml:space="preserve"> dba o aktualne procedury w sytuacjach awaryjnych.</w:t>
            </w:r>
          </w:p>
        </w:tc>
      </w:tr>
      <w:tr w:rsidR="00023AFE" w:rsidRPr="00E43C90" w14:paraId="469EA66E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543D16C0" w14:textId="77777777" w:rsidR="00023AFE" w:rsidRPr="00023AFE" w:rsidRDefault="00023AFE" w:rsidP="001B6AE4">
            <w:pPr>
              <w:pStyle w:val="Akapitzlist"/>
              <w:numPr>
                <w:ilvl w:val="0"/>
                <w:numId w:val="2"/>
              </w:numPr>
              <w:spacing w:before="0"/>
              <w:ind w:left="709" w:hanging="709"/>
              <w:jc w:val="left"/>
            </w:pPr>
            <w:r w:rsidRPr="00023AFE">
              <w:t>Umowy o zachowaniu poufności są podpisywane przed ujawnieniem informacji poufnych współpracownikom</w:t>
            </w:r>
            <w:r w:rsidR="00580868">
              <w:t>.</w:t>
            </w:r>
          </w:p>
        </w:tc>
      </w:tr>
      <w:tr w:rsidR="00A5342F" w:rsidRPr="00E43C90" w14:paraId="3DD49288" w14:textId="77777777" w:rsidTr="00085859">
        <w:trPr>
          <w:cantSplit/>
          <w:trHeight w:val="340"/>
        </w:trPr>
        <w:tc>
          <w:tcPr>
            <w:tcW w:w="9464" w:type="dxa"/>
            <w:shd w:val="clear" w:color="auto" w:fill="D0CECE"/>
            <w:vAlign w:val="center"/>
          </w:tcPr>
          <w:p w14:paraId="4F63AC44" w14:textId="77777777" w:rsidR="00A5342F" w:rsidRPr="003A25C4" w:rsidRDefault="00A5342F" w:rsidP="001B6AE4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709" w:hanging="709"/>
              <w:jc w:val="both"/>
              <w:rPr>
                <w:rFonts w:ascii="Tahoma" w:hAnsi="Tahoma"/>
                <w:b/>
                <w:bCs/>
                <w:sz w:val="20"/>
                <w:szCs w:val="20"/>
                <w:lang w:val="de-DE"/>
              </w:rPr>
            </w:pPr>
            <w:r w:rsidRPr="003A25C4">
              <w:rPr>
                <w:rFonts w:ascii="Tahoma" w:hAnsi="Tahoma"/>
                <w:b/>
                <w:bCs/>
                <w:sz w:val="20"/>
                <w:szCs w:val="20"/>
                <w:lang w:val="de-DE"/>
              </w:rPr>
              <w:t>TELEINFORMATYCZNY i FIZYCZNO-ŚRODOWISKOWY</w:t>
            </w:r>
          </w:p>
        </w:tc>
      </w:tr>
      <w:tr w:rsidR="00023AFE" w:rsidRPr="00E43C90" w14:paraId="4DBDFD84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1F063F7A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605EAE37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0CB394C3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Stosuje się systemy antywłamaniowe w miejscach przechowywania urządzeń zabezpieczeń i telemechaniki oraz IT na potrzeby realizacji zadania</w:t>
            </w:r>
            <w:r w:rsidR="00580868">
              <w:t>.</w:t>
            </w:r>
            <w:r w:rsidRPr="00023AFE">
              <w:t xml:space="preserve"> </w:t>
            </w:r>
          </w:p>
        </w:tc>
      </w:tr>
      <w:tr w:rsidR="00023AFE" w:rsidRPr="00E43C90" w14:paraId="7A143488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2B4E68B8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Nie będzie się podłączać niedozwolonych urządzeń bez zgody Zamawiającego do sieci LAN Zamawiającego (za wyjątkiem dostępu jako gość)</w:t>
            </w:r>
            <w:r w:rsidR="00580868">
              <w:t>.</w:t>
            </w:r>
          </w:p>
        </w:tc>
      </w:tr>
      <w:tr w:rsidR="00023AFE" w:rsidRPr="00E43C90" w14:paraId="779B497E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74302F80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 xml:space="preserve">Nie będą wykorzystywane chmury publiczne (np. AWS, GCP, </w:t>
            </w:r>
            <w:proofErr w:type="spellStart"/>
            <w:r w:rsidRPr="00023AFE">
              <w:t>Azure</w:t>
            </w:r>
            <w:proofErr w:type="spellEnd"/>
            <w:r w:rsidRPr="00023AFE">
              <w:t xml:space="preserve">) i publiczne zasoby plikowe (np. </w:t>
            </w:r>
            <w:proofErr w:type="spellStart"/>
            <w:r w:rsidRPr="00023AFE">
              <w:t>DropBox</w:t>
            </w:r>
            <w:proofErr w:type="spellEnd"/>
            <w:r w:rsidRPr="00023AFE">
              <w:t>, Google Drive, OneDrive) do wykonywania zadań powierzonych przez Zamawiającego</w:t>
            </w:r>
            <w:r w:rsidR="00580868">
              <w:t>.</w:t>
            </w:r>
          </w:p>
        </w:tc>
      </w:tr>
      <w:tr w:rsidR="00023AFE" w:rsidRPr="00E43C90" w14:paraId="3426EBC7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1B5F5AB1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 xml:space="preserve">Stosuje się ochronę przed wirusami, spamem i </w:t>
            </w:r>
            <w:proofErr w:type="spellStart"/>
            <w:r w:rsidRPr="00023AFE">
              <w:t>malware</w:t>
            </w:r>
            <w:proofErr w:type="spellEnd"/>
            <w:r w:rsidRPr="00023AFE">
              <w:t xml:space="preserve"> w systemach wykorzystywanych do realizacji zlecenia</w:t>
            </w:r>
            <w:r w:rsidR="00580868">
              <w:t>.</w:t>
            </w:r>
          </w:p>
        </w:tc>
      </w:tr>
      <w:tr w:rsidR="00023AFE" w:rsidRPr="00E43C90" w14:paraId="50EE971F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543002F7" w14:textId="77777777" w:rsidR="00023AFE" w:rsidRPr="00023AFE" w:rsidRDefault="00CC50E4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>
              <w:t xml:space="preserve">Stosuje się zasadę nie </w:t>
            </w:r>
            <w:r w:rsidR="00023AFE" w:rsidRPr="00023AFE">
              <w:t>korzysta</w:t>
            </w:r>
            <w:r>
              <w:t xml:space="preserve">nia </w:t>
            </w:r>
            <w:r w:rsidR="00023AFE" w:rsidRPr="00023AFE">
              <w:t>z urządzeń prywatnych do celów służbowych</w:t>
            </w:r>
            <w:r w:rsidR="00580868">
              <w:t>.</w:t>
            </w:r>
          </w:p>
        </w:tc>
      </w:tr>
      <w:tr w:rsidR="00023AFE" w:rsidRPr="00E43C90" w14:paraId="6157DD29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6C284E7C" w14:textId="77777777" w:rsidR="00023AFE" w:rsidRPr="00023AFE" w:rsidRDefault="00CC50E4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>
              <w:t xml:space="preserve">Stosuje się zasadę nie </w:t>
            </w:r>
            <w:r w:rsidRPr="00023AFE">
              <w:t>korzysta</w:t>
            </w:r>
            <w:r>
              <w:t xml:space="preserve">nia </w:t>
            </w:r>
            <w:r w:rsidR="00023AFE" w:rsidRPr="00023AFE">
              <w:t>ze służbowy laptopów i urządzeń mobilnych, wykorzystywanych do realizacji zlecenia, do celów prywatnych</w:t>
            </w:r>
            <w:r w:rsidR="00580868">
              <w:t>.</w:t>
            </w:r>
          </w:p>
        </w:tc>
      </w:tr>
      <w:tr w:rsidR="00023AFE" w:rsidRPr="00E43C90" w14:paraId="75979E8C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02CC6050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 xml:space="preserve">Przesyłając pliki z informacją chronioną </w:t>
            </w:r>
            <w:r w:rsidR="00F576B6">
              <w:t xml:space="preserve">szyfruje się </w:t>
            </w:r>
            <w:r w:rsidRPr="00023AFE">
              <w:t xml:space="preserve">je </w:t>
            </w:r>
            <w:r w:rsidR="00F576B6" w:rsidRPr="00023AFE">
              <w:t>z</w:t>
            </w:r>
            <w:r w:rsidR="00F576B6">
              <w:t xml:space="preserve">abezpieczając </w:t>
            </w:r>
            <w:r w:rsidRPr="00023AFE">
              <w:t xml:space="preserve"> możliwie silnym hasłem. Hasła do plików są przesyłane innym kanałem niż plik.</w:t>
            </w:r>
            <w:r w:rsidR="00F576B6">
              <w:t xml:space="preserve"> </w:t>
            </w:r>
          </w:p>
        </w:tc>
      </w:tr>
      <w:tr w:rsidR="00023AFE" w:rsidRPr="00E43C90" w14:paraId="25F05BC9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54AA579F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Zabezpiecza się lub szyfruje poufne informacje na laptopach i urządzeniach mobilnych (partycje lub dyski)</w:t>
            </w:r>
            <w:r w:rsidR="00580868">
              <w:t>.</w:t>
            </w:r>
          </w:p>
        </w:tc>
      </w:tr>
      <w:tr w:rsidR="00023AFE" w:rsidRPr="00E43C90" w14:paraId="786723CB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10FDEC83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Systemy operacyjne i kluczowe aplikacje na wykorzystywanych urządzeniach posiadają ważne wsparcie producenta przynajmniej w okresie świadczenia usługi dla Zamawiającego</w:t>
            </w:r>
            <w:r w:rsidR="00580868">
              <w:t>.</w:t>
            </w:r>
          </w:p>
        </w:tc>
      </w:tr>
      <w:tr w:rsidR="00023AFE" w:rsidRPr="00E43C90" w14:paraId="37CCE8E3" w14:textId="77777777" w:rsidTr="00085859">
        <w:trPr>
          <w:cantSplit/>
          <w:trHeight w:val="340"/>
        </w:trPr>
        <w:tc>
          <w:tcPr>
            <w:tcW w:w="9464" w:type="dxa"/>
            <w:vAlign w:val="center"/>
          </w:tcPr>
          <w:p w14:paraId="27D52A85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Niezwłocznie wdraża się krytyczne zabezpieczenia w celu ochrony przed podatnościami</w:t>
            </w:r>
            <w:r w:rsidR="00580868">
              <w:t>.</w:t>
            </w:r>
          </w:p>
        </w:tc>
      </w:tr>
      <w:tr w:rsidR="00023AFE" w:rsidRPr="00E43C90" w14:paraId="200966D4" w14:textId="77777777" w:rsidTr="00085859">
        <w:trPr>
          <w:cantSplit/>
          <w:trHeight w:val="851"/>
        </w:trPr>
        <w:tc>
          <w:tcPr>
            <w:tcW w:w="9464" w:type="dxa"/>
            <w:vAlign w:val="center"/>
          </w:tcPr>
          <w:p w14:paraId="4B0F2BA0" w14:textId="77777777" w:rsidR="00023AFE" w:rsidRPr="00023AFE" w:rsidRDefault="00023AFE" w:rsidP="001B6AE4">
            <w:pPr>
              <w:pStyle w:val="Akapitzlist"/>
              <w:numPr>
                <w:ilvl w:val="0"/>
                <w:numId w:val="4"/>
              </w:numPr>
              <w:spacing w:before="0"/>
              <w:ind w:left="709" w:hanging="709"/>
              <w:jc w:val="left"/>
            </w:pPr>
            <w:r w:rsidRPr="00023AFE">
              <w:t>Urządzenia i oprogramowanie</w:t>
            </w:r>
            <w:r w:rsidR="007538FD">
              <w:t>,</w:t>
            </w:r>
            <w:r w:rsidRPr="00023AFE">
              <w:t xml:space="preserve"> dostarczane w związku z realiza</w:t>
            </w:r>
            <w:r w:rsidR="007538FD">
              <w:t>cją zadania, z</w:t>
            </w:r>
            <w:r w:rsidR="007538FD" w:rsidRPr="00023AFE">
              <w:t>abezpieczon</w:t>
            </w:r>
            <w:r w:rsidR="007538FD">
              <w:t xml:space="preserve">e są </w:t>
            </w:r>
            <w:r w:rsidR="007538FD" w:rsidRPr="00023AFE">
              <w:t xml:space="preserve">przed dostępem osób trzecich </w:t>
            </w:r>
            <w:r w:rsidR="007538FD">
              <w:t>na adekwatny poziomie do ryzyka ich kradzieży, modyfikacji lub podmiany</w:t>
            </w:r>
            <w:r w:rsidRPr="00023AFE">
              <w:t xml:space="preserve">, są fabrycznie nowe </w:t>
            </w:r>
            <w:r w:rsidR="00CC50E4" w:rsidRPr="00CC50E4">
              <w:t xml:space="preserve">z najnowszą dostępną wersją oprogramowania </w:t>
            </w:r>
            <w:proofErr w:type="spellStart"/>
            <w:r w:rsidR="00CC50E4" w:rsidRPr="00CC50E4">
              <w:t>firmware</w:t>
            </w:r>
            <w:proofErr w:type="spellEnd"/>
            <w:r w:rsidR="00CC50E4" w:rsidRPr="00CC50E4">
              <w:t xml:space="preserve"> oraz oprogramowania systemowego, </w:t>
            </w:r>
            <w:r w:rsidR="00CC50E4">
              <w:t>a ta</w:t>
            </w:r>
            <w:r w:rsidR="00CC50E4" w:rsidRPr="00CC50E4">
              <w:t xml:space="preserve">m </w:t>
            </w:r>
            <w:r w:rsidR="00CC50E4">
              <w:t xml:space="preserve">gdzie to możliwe w </w:t>
            </w:r>
            <w:r w:rsidRPr="00023AFE">
              <w:t>oryginalnych nienaruszonych opakowaniach.</w:t>
            </w:r>
          </w:p>
        </w:tc>
      </w:tr>
    </w:tbl>
    <w:p w14:paraId="23BA945B" w14:textId="77777777" w:rsidR="00085859" w:rsidRPr="00085859" w:rsidRDefault="00085859" w:rsidP="00085859">
      <w:pPr>
        <w:spacing w:before="0"/>
        <w:rPr>
          <w:vanish/>
        </w:rPr>
      </w:pPr>
      <w:bookmarkStart w:id="1" w:name="_Hlk109808275"/>
      <w:bookmarkEnd w:id="0"/>
    </w:p>
    <w:bookmarkEnd w:id="1"/>
    <w:tbl>
      <w:tblPr>
        <w:tblpPr w:leftFromText="141" w:rightFromText="141" w:vertAnchor="page" w:horzAnchor="margin" w:tblpXSpec="center" w:tblpY="5975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B6AE4" w:rsidRPr="006F3528" w14:paraId="47437FB6" w14:textId="77777777" w:rsidTr="001B6AE4">
        <w:trPr>
          <w:trHeight w:hRule="exact" w:val="114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3A23" w14:textId="77777777" w:rsidR="001B6AE4" w:rsidRPr="006F3528" w:rsidRDefault="001B6AE4" w:rsidP="001B6AE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22C4" w14:textId="77777777" w:rsidR="001B6AE4" w:rsidRPr="006F3528" w:rsidRDefault="001B6AE4" w:rsidP="001B6AE4">
            <w:pPr>
              <w:jc w:val="center"/>
              <w:rPr>
                <w:sz w:val="20"/>
                <w:szCs w:val="20"/>
              </w:rPr>
            </w:pPr>
          </w:p>
        </w:tc>
      </w:tr>
      <w:tr w:rsidR="001B6AE4" w:rsidRPr="006F3528" w14:paraId="6887DE80" w14:textId="77777777" w:rsidTr="001B6AE4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87400A" w14:textId="77777777" w:rsidR="001B6AE4" w:rsidRPr="006F3528" w:rsidRDefault="001B6AE4" w:rsidP="001B6AE4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B067B7" w14:textId="77777777" w:rsidR="001B6AE4" w:rsidRPr="006F3528" w:rsidRDefault="001B6AE4" w:rsidP="001B6AE4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B8FB279" w14:textId="5B43C2BB" w:rsidR="001B6AE4" w:rsidRPr="001B6AE4" w:rsidRDefault="001B6AE4" w:rsidP="001B6AE4">
      <w:pPr>
        <w:tabs>
          <w:tab w:val="left" w:pos="1974"/>
        </w:tabs>
      </w:pPr>
    </w:p>
    <w:sectPr w:rsidR="001B6AE4" w:rsidRPr="001B6AE4" w:rsidSect="00580868">
      <w:headerReference w:type="default" r:id="rId8"/>
      <w:footerReference w:type="default" r:id="rId9"/>
      <w:pgSz w:w="11906" w:h="16838"/>
      <w:pgMar w:top="1417" w:right="1133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04660" w14:textId="77777777" w:rsidR="001B6AE4" w:rsidRDefault="001B6AE4" w:rsidP="00A5342F">
      <w:pPr>
        <w:spacing w:before="0"/>
      </w:pPr>
      <w:r>
        <w:separator/>
      </w:r>
    </w:p>
  </w:endnote>
  <w:endnote w:type="continuationSeparator" w:id="0">
    <w:p w14:paraId="4F7A2583" w14:textId="77777777" w:rsidR="001B6AE4" w:rsidRDefault="001B6AE4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1"/>
      <w:gridCol w:w="2105"/>
    </w:tblGrid>
    <w:tr w:rsidR="00580868" w:rsidRPr="00F47E3E" w14:paraId="2DAC2351" w14:textId="77777777" w:rsidTr="00F529C2">
      <w:trPr>
        <w:trHeight w:val="362"/>
      </w:trPr>
      <w:tc>
        <w:tcPr>
          <w:tcW w:w="4005" w:type="dxa"/>
          <w:tcBorders>
            <w:top w:val="single" w:sz="4" w:space="0" w:color="auto"/>
          </w:tcBorders>
        </w:tcPr>
        <w:p w14:paraId="49CD604D" w14:textId="77777777" w:rsidR="00580868" w:rsidRPr="00F47E3E" w:rsidRDefault="00580868" w:rsidP="00580868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671" w:type="dxa"/>
          <w:tcBorders>
            <w:top w:val="single" w:sz="4" w:space="0" w:color="auto"/>
          </w:tcBorders>
        </w:tcPr>
        <w:p w14:paraId="66F44934" w14:textId="77777777" w:rsidR="00580868" w:rsidRPr="00F47E3E" w:rsidRDefault="00580868" w:rsidP="00580868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2105" w:type="dxa"/>
          <w:tcBorders>
            <w:top w:val="single" w:sz="4" w:space="0" w:color="auto"/>
          </w:tcBorders>
        </w:tcPr>
        <w:p w14:paraId="44A94AEC" w14:textId="77777777" w:rsidR="00580868" w:rsidRPr="00F47E3E" w:rsidRDefault="00580868" w:rsidP="00580868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A3657A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A3657A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3FD39D43" w14:textId="77777777" w:rsidR="00580868" w:rsidRDefault="00580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2D9E" w14:textId="77777777" w:rsidR="001B6AE4" w:rsidRDefault="001B6AE4" w:rsidP="00A5342F">
      <w:pPr>
        <w:spacing w:before="0"/>
      </w:pPr>
      <w:r>
        <w:separator/>
      </w:r>
    </w:p>
  </w:footnote>
  <w:footnote w:type="continuationSeparator" w:id="0">
    <w:p w14:paraId="385F293B" w14:textId="77777777" w:rsidR="001B6AE4" w:rsidRDefault="001B6AE4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137"/>
      <w:gridCol w:w="4758"/>
      <w:gridCol w:w="137"/>
    </w:tblGrid>
    <w:tr w:rsidR="00A126DB" w:rsidRPr="00100EEB" w14:paraId="73583777" w14:textId="77777777" w:rsidTr="0074214F">
      <w:trPr>
        <w:gridAfter w:val="1"/>
        <w:wAfter w:w="137" w:type="dxa"/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0C3B39" w14:textId="77777777" w:rsidR="00A126DB" w:rsidRPr="00100EEB" w:rsidRDefault="00A126DB" w:rsidP="00A126DB">
          <w:pPr>
            <w:pStyle w:val="Nagwek"/>
            <w:rPr>
              <w:b/>
              <w:bCs/>
              <w:sz w:val="16"/>
              <w:szCs w:val="16"/>
            </w:rPr>
          </w:pPr>
          <w:bookmarkStart w:id="2" w:name="_Hlk105159387"/>
          <w:bookmarkStart w:id="3" w:name="_Hlk105159388"/>
        </w:p>
      </w:tc>
      <w:tc>
        <w:tcPr>
          <w:tcW w:w="489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C48E3CE" w14:textId="77777777" w:rsidR="00A126DB" w:rsidRPr="00100EEB" w:rsidRDefault="00A126DB" w:rsidP="00A126DB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A126DB" w:rsidRPr="00100EEB" w14:paraId="3AC2A6CF" w14:textId="77777777" w:rsidTr="0074214F">
      <w:trPr>
        <w:trHeight w:val="210"/>
      </w:trPr>
      <w:tc>
        <w:tcPr>
          <w:tcW w:w="5032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1A54C412" w14:textId="77777777" w:rsidR="00A126DB" w:rsidRPr="0074214F" w:rsidRDefault="0074214F" w:rsidP="0074214F">
          <w:pPr>
            <w:pStyle w:val="Nagwek"/>
            <w:tabs>
              <w:tab w:val="clear" w:pos="4536"/>
            </w:tabs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ZAŁĄCZNIK NR</w:t>
          </w:r>
          <w:r w:rsidR="00A126DB" w:rsidRPr="0074214F">
            <w:rPr>
              <w:b/>
              <w:bCs/>
              <w:sz w:val="18"/>
              <w:szCs w:val="18"/>
            </w:rPr>
            <w:t xml:space="preserve"> 1</w:t>
          </w:r>
          <w:r w:rsidR="00242435" w:rsidRPr="0074214F">
            <w:rPr>
              <w:b/>
              <w:bCs/>
              <w:sz w:val="18"/>
              <w:szCs w:val="18"/>
            </w:rPr>
            <w:t>4</w:t>
          </w:r>
          <w:r w:rsidR="00A126DB" w:rsidRPr="0074214F">
            <w:rPr>
              <w:b/>
              <w:bCs/>
              <w:sz w:val="18"/>
              <w:szCs w:val="18"/>
            </w:rPr>
            <w:t xml:space="preserve"> </w:t>
          </w:r>
          <w:r>
            <w:rPr>
              <w:b/>
              <w:bCs/>
              <w:sz w:val="18"/>
              <w:szCs w:val="18"/>
            </w:rPr>
            <w:t>DO</w:t>
          </w:r>
          <w:r w:rsidR="00A126DB" w:rsidRPr="0074214F">
            <w:rPr>
              <w:b/>
              <w:bCs/>
              <w:sz w:val="18"/>
              <w:szCs w:val="18"/>
            </w:rPr>
            <w:t xml:space="preserve"> WZ</w:t>
          </w:r>
        </w:p>
      </w:tc>
      <w:tc>
        <w:tcPr>
          <w:tcW w:w="4895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40F2B97C" w14:textId="77777777" w:rsidR="00A126DB" w:rsidRPr="0074214F" w:rsidRDefault="00A126DB" w:rsidP="0074214F">
          <w:pPr>
            <w:pStyle w:val="Nagwek"/>
            <w:tabs>
              <w:tab w:val="clear" w:pos="4536"/>
            </w:tabs>
            <w:jc w:val="right"/>
            <w:rPr>
              <w:sz w:val="18"/>
              <w:szCs w:val="18"/>
            </w:rPr>
          </w:pPr>
          <w:r w:rsidRPr="0074214F">
            <w:rPr>
              <w:sz w:val="18"/>
              <w:szCs w:val="18"/>
            </w:rPr>
            <w:t>oznaczenie sprawy:</w:t>
          </w:r>
        </w:p>
      </w:tc>
    </w:tr>
    <w:tr w:rsidR="00A126DB" w:rsidRPr="00100EEB" w14:paraId="44BCFEF1" w14:textId="77777777" w:rsidTr="0074214F">
      <w:trPr>
        <w:trHeight w:val="210"/>
      </w:trPr>
      <w:tc>
        <w:tcPr>
          <w:tcW w:w="5032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8862818" w14:textId="77777777" w:rsidR="00A126DB" w:rsidRPr="0074214F" w:rsidRDefault="00A126DB" w:rsidP="0074214F">
          <w:pPr>
            <w:pStyle w:val="Nagwek"/>
            <w:tabs>
              <w:tab w:val="clear" w:pos="4536"/>
            </w:tabs>
            <w:rPr>
              <w:b/>
              <w:bCs/>
              <w:sz w:val="18"/>
              <w:szCs w:val="18"/>
            </w:rPr>
          </w:pPr>
          <w:r w:rsidRPr="0074214F">
            <w:rPr>
              <w:b/>
              <w:bCs/>
              <w:sz w:val="18"/>
              <w:szCs w:val="18"/>
            </w:rPr>
            <w:t>OŚWIADCZENIE WYKONAWCY O STOSOWANIU SZBI</w:t>
          </w:r>
        </w:p>
      </w:tc>
      <w:tc>
        <w:tcPr>
          <w:tcW w:w="489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BCF2D7" w14:textId="7FA24DE0" w:rsidR="00A126DB" w:rsidRPr="0074214F" w:rsidRDefault="00A126DB" w:rsidP="0074214F">
          <w:pPr>
            <w:pStyle w:val="Nagwek"/>
            <w:tabs>
              <w:tab w:val="clear" w:pos="4536"/>
            </w:tabs>
            <w:spacing w:after="20"/>
            <w:jc w:val="right"/>
            <w:rPr>
              <w:b/>
              <w:bCs/>
              <w:sz w:val="18"/>
              <w:szCs w:val="18"/>
            </w:rPr>
          </w:pPr>
          <w:r w:rsidRPr="0074214F">
            <w:rPr>
              <w:b/>
              <w:bCs/>
              <w:sz w:val="18"/>
              <w:szCs w:val="18"/>
            </w:rPr>
            <w:t>RPUZ/P/</w:t>
          </w:r>
          <w:r w:rsidR="001B6AE4">
            <w:rPr>
              <w:b/>
              <w:bCs/>
              <w:sz w:val="18"/>
              <w:szCs w:val="18"/>
            </w:rPr>
            <w:t>0775</w:t>
          </w:r>
          <w:r w:rsidRPr="0074214F">
            <w:rPr>
              <w:b/>
              <w:bCs/>
              <w:sz w:val="18"/>
              <w:szCs w:val="18"/>
            </w:rPr>
            <w:t>/202</w:t>
          </w:r>
          <w:r w:rsidR="00085859" w:rsidRPr="0074214F">
            <w:rPr>
              <w:b/>
              <w:bCs/>
              <w:sz w:val="18"/>
              <w:szCs w:val="18"/>
            </w:rPr>
            <w:t>5</w:t>
          </w:r>
          <w:r w:rsidRPr="0074214F">
            <w:rPr>
              <w:b/>
              <w:bCs/>
              <w:sz w:val="18"/>
              <w:szCs w:val="18"/>
            </w:rPr>
            <w:t>/OD</w:t>
          </w:r>
          <w:r w:rsidR="00A53D57" w:rsidRPr="0074214F">
            <w:rPr>
              <w:b/>
              <w:bCs/>
              <w:sz w:val="18"/>
              <w:szCs w:val="18"/>
            </w:rPr>
            <w:t>/RD-8</w:t>
          </w:r>
        </w:p>
      </w:tc>
    </w:tr>
    <w:bookmarkEnd w:id="2"/>
    <w:bookmarkEnd w:id="3"/>
  </w:tbl>
  <w:p w14:paraId="218D3F6A" w14:textId="77777777" w:rsidR="00A126DB" w:rsidRDefault="00A126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num w:numId="1" w16cid:durableId="1873226752">
    <w:abstractNumId w:val="14"/>
  </w:num>
  <w:num w:numId="2" w16cid:durableId="779569350">
    <w:abstractNumId w:val="9"/>
  </w:num>
  <w:num w:numId="3" w16cid:durableId="322662215">
    <w:abstractNumId w:val="20"/>
  </w:num>
  <w:num w:numId="4" w16cid:durableId="1358432198">
    <w:abstractNumId w:val="21"/>
  </w:num>
  <w:num w:numId="5" w16cid:durableId="15368880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672585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850499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1521290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436219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7054473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496035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1865034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9119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767665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71972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642009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626215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2224444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8665141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424188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8584854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980049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175767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1220588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6AE4"/>
    <w:rsid w:val="00023AFE"/>
    <w:rsid w:val="000621A4"/>
    <w:rsid w:val="00085859"/>
    <w:rsid w:val="00100EEB"/>
    <w:rsid w:val="001651CD"/>
    <w:rsid w:val="001B67E6"/>
    <w:rsid w:val="001B6AE4"/>
    <w:rsid w:val="001F53FE"/>
    <w:rsid w:val="00215318"/>
    <w:rsid w:val="00242435"/>
    <w:rsid w:val="00267A66"/>
    <w:rsid w:val="002862F3"/>
    <w:rsid w:val="002B4543"/>
    <w:rsid w:val="002D3D06"/>
    <w:rsid w:val="002E3B20"/>
    <w:rsid w:val="00307CB2"/>
    <w:rsid w:val="00310BAF"/>
    <w:rsid w:val="003A25C4"/>
    <w:rsid w:val="00424459"/>
    <w:rsid w:val="004F26F0"/>
    <w:rsid w:val="0052177F"/>
    <w:rsid w:val="005651B0"/>
    <w:rsid w:val="00573E24"/>
    <w:rsid w:val="00580868"/>
    <w:rsid w:val="006542C2"/>
    <w:rsid w:val="006547A1"/>
    <w:rsid w:val="00666612"/>
    <w:rsid w:val="00694551"/>
    <w:rsid w:val="006A419F"/>
    <w:rsid w:val="006B714D"/>
    <w:rsid w:val="006F3528"/>
    <w:rsid w:val="0074214F"/>
    <w:rsid w:val="007538FD"/>
    <w:rsid w:val="00785F4B"/>
    <w:rsid w:val="0079220A"/>
    <w:rsid w:val="007B1565"/>
    <w:rsid w:val="007E2C23"/>
    <w:rsid w:val="0090336C"/>
    <w:rsid w:val="00927598"/>
    <w:rsid w:val="0098419E"/>
    <w:rsid w:val="00A126DB"/>
    <w:rsid w:val="00A3657A"/>
    <w:rsid w:val="00A5342F"/>
    <w:rsid w:val="00A53D57"/>
    <w:rsid w:val="00A64E33"/>
    <w:rsid w:val="00AB2D5A"/>
    <w:rsid w:val="00AB7913"/>
    <w:rsid w:val="00B429C5"/>
    <w:rsid w:val="00B55432"/>
    <w:rsid w:val="00B6264A"/>
    <w:rsid w:val="00B6340C"/>
    <w:rsid w:val="00C11B00"/>
    <w:rsid w:val="00C1657F"/>
    <w:rsid w:val="00C339AA"/>
    <w:rsid w:val="00C54FB7"/>
    <w:rsid w:val="00CC50E4"/>
    <w:rsid w:val="00CD3380"/>
    <w:rsid w:val="00CE4F53"/>
    <w:rsid w:val="00E162F5"/>
    <w:rsid w:val="00E43C90"/>
    <w:rsid w:val="00E63D63"/>
    <w:rsid w:val="00E74FA2"/>
    <w:rsid w:val="00EA4BC8"/>
    <w:rsid w:val="00F1693A"/>
    <w:rsid w:val="00F35DD9"/>
    <w:rsid w:val="00F47E3E"/>
    <w:rsid w:val="00F529C2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FFD8BD"/>
  <w14:defaultImageDpi w14:val="0"/>
  <w15:docId w15:val="{4ADBE4F1-7C4B-414E-8CC9-3C25FB71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/>
      <w:jc w:val="both"/>
    </w:pPr>
    <w:rPr>
      <w:rFonts w:ascii="Tahoma" w:hAnsi="Tahoma" w:cs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rsid w:val="00267A66"/>
    <w:rPr>
      <w:rFonts w:ascii="Arial" w:hAnsi="Arial" w:cs="Arial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uiPriority w:val="39"/>
    <w:rsid w:val="00A5342F"/>
    <w:rPr>
      <w:rFonts w:cs="Times New Roman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342F"/>
    <w:pPr>
      <w:autoSpaceDE/>
      <w:autoSpaceDN/>
      <w:spacing w:before="0"/>
      <w:jc w:val="left"/>
    </w:pPr>
    <w:rPr>
      <w:rFonts w:ascii="Calibri" w:hAnsi="Calibr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5342F"/>
    <w:rPr>
      <w:rFonts w:eastAsia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5342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C50E4"/>
    <w:rPr>
      <w:rFonts w:ascii="Segoe UI" w:hAnsi="Segoe UI" w:cs="Segoe UI"/>
      <w:sz w:val="18"/>
      <w:szCs w:val="18"/>
      <w:lang w:val="x-none" w:eastAsia="pl-PL"/>
    </w:rPr>
  </w:style>
  <w:style w:type="paragraph" w:customStyle="1" w:styleId="Tre">
    <w:name w:val="Treść"/>
    <w:rsid w:val="00927598"/>
    <w:rPr>
      <w:rFonts w:ascii="Helvetica Neue" w:hAnsi="Helvetica Neue" w:cs="Arial Unicode MS"/>
      <w:color w:val="000000"/>
      <w:sz w:val="22"/>
      <w:szCs w:val="22"/>
    </w:rPr>
  </w:style>
  <w:style w:type="paragraph" w:customStyle="1" w:styleId="Domylne">
    <w:name w:val="Domyślne"/>
    <w:rsid w:val="00927598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</w:rPr>
  </w:style>
  <w:style w:type="table" w:customStyle="1" w:styleId="TableNormal">
    <w:name w:val="Table Normal"/>
    <w:rsid w:val="00927598"/>
    <w:rPr>
      <w:rFonts w:ascii="Times New Roman" w:hAnsi="Times New Roman" w:cs="Times New Roman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126D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link w:val="Nagwek"/>
    <w:uiPriority w:val="99"/>
    <w:locked/>
    <w:rsid w:val="00A126DB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A126D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link w:val="Stopka"/>
    <w:uiPriority w:val="99"/>
    <w:locked/>
    <w:rsid w:val="00A126DB"/>
    <w:rPr>
      <w:rFonts w:ascii="Tahoma" w:hAnsi="Tahoma" w:cs="Tahoma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10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14_oswiad_wyk_o_SZB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0C0D3-175F-4E70-B423-067D3040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Z14_oswiad_wyk_o_SZBI.dot</Template>
  <TotalTime>4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Z14 Oswiadczenie wykonawcy o stosowaniu SZBI</vt:lpstr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Z14 Oswiadczenie wykonawcy o stosowaniu SZBI</dc:title>
  <dc:subject/>
  <dc:creator>Becella Jakub</dc:creator>
  <cp:keywords/>
  <dc:description/>
  <cp:lastModifiedBy>Becella Jakub (EOP)</cp:lastModifiedBy>
  <cp:revision>1</cp:revision>
  <dcterms:created xsi:type="dcterms:W3CDTF">2025-11-26T12:04:00Z</dcterms:created>
  <dcterms:modified xsi:type="dcterms:W3CDTF">2025-11-26T12:13:00Z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2025-11-26T12:13:12Z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8f861dbf-c6c7-4629-8bbf-37606088f9f6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